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E960BB" w:rsidR="006E5D65" w:rsidP="002D3375" w:rsidRDefault="00997F14" w14:paraId="60180E1D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15E25138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26528D4A" w14:textId="431C96B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5D6DBE">
        <w:rPr>
          <w:rFonts w:ascii="Corbel" w:hAnsi="Corbel"/>
          <w:i/>
          <w:smallCaps/>
          <w:sz w:val="24"/>
          <w:szCs w:val="24"/>
        </w:rPr>
        <w:t>20</w:t>
      </w:r>
      <w:r w:rsidR="00E5697F">
        <w:rPr>
          <w:rFonts w:ascii="Corbel" w:hAnsi="Corbel"/>
          <w:i/>
          <w:smallCaps/>
          <w:sz w:val="24"/>
          <w:szCs w:val="24"/>
        </w:rPr>
        <w:t>19</w:t>
      </w:r>
      <w:r w:rsidR="005D6DBE">
        <w:rPr>
          <w:rFonts w:ascii="Corbel" w:hAnsi="Corbel"/>
          <w:i/>
          <w:smallCaps/>
          <w:sz w:val="24"/>
          <w:szCs w:val="24"/>
        </w:rPr>
        <w:t>-202</w:t>
      </w:r>
      <w:r w:rsidR="00E5697F">
        <w:rPr>
          <w:rFonts w:ascii="Corbel" w:hAnsi="Corbel"/>
          <w:i/>
          <w:smallCaps/>
          <w:sz w:val="24"/>
          <w:szCs w:val="24"/>
        </w:rPr>
        <w:t>1</w:t>
      </w:r>
    </w:p>
    <w:p w:rsidR="0085747A" w:rsidP="00EA4832" w:rsidRDefault="00EA4832" w14:paraId="48030F59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38709D67" w14:textId="3D35B2F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</w:t>
      </w:r>
      <w:r w:rsidR="005D6DBE">
        <w:rPr>
          <w:rFonts w:ascii="Corbel" w:hAnsi="Corbel"/>
          <w:sz w:val="20"/>
          <w:szCs w:val="20"/>
        </w:rPr>
        <w:t>ok akademicki   202</w:t>
      </w:r>
      <w:r w:rsidR="00E5697F">
        <w:rPr>
          <w:rFonts w:ascii="Corbel" w:hAnsi="Corbel"/>
          <w:sz w:val="20"/>
          <w:szCs w:val="20"/>
        </w:rPr>
        <w:t>0</w:t>
      </w:r>
      <w:r w:rsidR="005D6DBE">
        <w:rPr>
          <w:rFonts w:ascii="Corbel" w:hAnsi="Corbel"/>
          <w:sz w:val="20"/>
          <w:szCs w:val="20"/>
        </w:rPr>
        <w:t>-202</w:t>
      </w:r>
      <w:r w:rsidR="00E5697F">
        <w:rPr>
          <w:rFonts w:ascii="Corbel" w:hAnsi="Corbel"/>
          <w:sz w:val="20"/>
          <w:szCs w:val="20"/>
        </w:rPr>
        <w:t>1</w:t>
      </w:r>
    </w:p>
    <w:p w:rsidRPr="009C54AE" w:rsidR="0085747A" w:rsidP="009C54AE" w:rsidRDefault="0085747A" w14:paraId="53534A9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3D624CD7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101188" w:rsidTr="788F670C" w14:paraId="229D3518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7F2AABD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625AAE" w:rsidR="00101188" w:rsidP="00BC118E" w:rsidRDefault="00101188" w14:paraId="230F7236" w14:textId="77777777">
            <w:pPr>
              <w:pStyle w:val="centralniewrubryce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25AAE">
              <w:rPr>
                <w:rFonts w:ascii="Corbel" w:hAnsi="Corbel"/>
                <w:sz w:val="22"/>
                <w:szCs w:val="22"/>
              </w:rPr>
              <w:t>Projekt socjalny w praktyce pomocy społecznej</w:t>
            </w:r>
          </w:p>
        </w:tc>
      </w:tr>
      <w:tr w:rsidRPr="009C54AE" w:rsidR="00101188" w:rsidTr="788F670C" w14:paraId="37820512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040AAB6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625AAE" w:rsidR="00101188" w:rsidP="00024675" w:rsidRDefault="00101188" w14:paraId="285DF4B8" w14:textId="77777777">
            <w:pPr>
              <w:pStyle w:val="centralniewrubryce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25AAE">
              <w:rPr>
                <w:rFonts w:ascii="Corbel" w:hAnsi="Corbel"/>
                <w:sz w:val="22"/>
                <w:szCs w:val="22"/>
              </w:rPr>
              <w:t>P2</w:t>
            </w:r>
            <w:r>
              <w:rPr>
                <w:rFonts w:ascii="Corbel" w:hAnsi="Corbel"/>
                <w:sz w:val="22"/>
                <w:szCs w:val="22"/>
              </w:rPr>
              <w:t>S</w:t>
            </w:r>
            <w:r w:rsidRPr="00625AAE">
              <w:rPr>
                <w:rFonts w:ascii="Corbel" w:hAnsi="Corbel"/>
                <w:sz w:val="22"/>
                <w:szCs w:val="22"/>
              </w:rPr>
              <w:t>[4]O_03</w:t>
            </w:r>
            <w:r w:rsidR="00024675">
              <w:rPr>
                <w:rFonts w:ascii="Corbel" w:hAnsi="Corbel"/>
                <w:sz w:val="22"/>
                <w:szCs w:val="22"/>
              </w:rPr>
              <w:t xml:space="preserve"> </w:t>
            </w:r>
          </w:p>
        </w:tc>
      </w:tr>
      <w:tr w:rsidRPr="009C54AE" w:rsidR="00101188" w:rsidTr="788F670C" w14:paraId="7DC8B796" w14:textId="77777777">
        <w:tc>
          <w:tcPr>
            <w:tcW w:w="2694" w:type="dxa"/>
            <w:tcMar/>
            <w:vAlign w:val="center"/>
          </w:tcPr>
          <w:p w:rsidRPr="009C54AE" w:rsidR="00101188" w:rsidP="00EA4832" w:rsidRDefault="00101188" w14:paraId="12094F4B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00BC118E" w:rsidRDefault="00101188" w14:paraId="0A33BC3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Pr="009C54AE" w:rsidR="00101188" w:rsidTr="788F670C" w14:paraId="5E6F8165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1837F06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00BC118E" w:rsidRDefault="00101188" w14:paraId="350D688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Pr="009C54AE" w:rsidR="00101188" w:rsidTr="788F670C" w14:paraId="7E38946F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76C3D9A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00BC118E" w:rsidRDefault="00101188" w14:paraId="5282C7D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101188" w:rsidTr="788F670C" w14:paraId="17AE7D78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5BA35BA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00BC118E" w:rsidRDefault="00101188" w14:paraId="25004D9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9C54AE" w:rsidR="00101188" w:rsidTr="788F670C" w14:paraId="3504CD4A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1C101A9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00BC118E" w:rsidRDefault="00101188" w14:paraId="30D9F7D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101188" w:rsidTr="788F670C" w14:paraId="35C0587D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14446AD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00BC118E" w:rsidRDefault="00101188" w14:paraId="1FC3CDF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41066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101188" w:rsidTr="788F670C" w14:paraId="71119CDE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2F0F87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00101188" w:rsidRDefault="00101188" w14:paraId="01C4AC46" w14:textId="0CC07BC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171D0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Pr="009C54AE" w:rsidR="00101188" w:rsidTr="788F670C" w14:paraId="7F7D28E7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4BBBEDA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00BC118E" w:rsidRDefault="00101188" w14:paraId="0398298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Pr="009C54AE" w:rsidR="00101188" w:rsidTr="788F670C" w14:paraId="5DBEC771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7F972D7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00BC118E" w:rsidRDefault="00101188" w14:paraId="65B7F85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Pr="009C54AE" w:rsidR="00101188" w:rsidTr="788F670C" w14:paraId="056DC830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7AF62FD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00BC118E" w:rsidRDefault="00171D0C" w14:paraId="51961343" w14:textId="25B319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  <w:tr w:rsidRPr="009C54AE" w:rsidR="00101188" w:rsidTr="788F670C" w14:paraId="530B9B63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5FA57A8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788F670C" w:rsidRDefault="00171D0C" w14:paraId="6A5B7E5D" w14:textId="76F6FCB8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88F670C" w:rsidR="00171D0C">
              <w:rPr>
                <w:rFonts w:ascii="Corbel" w:hAnsi="Corbel"/>
                <w:b w:val="0"/>
                <w:bCs w:val="0"/>
                <w:sz w:val="24"/>
                <w:szCs w:val="24"/>
              </w:rPr>
              <w:t>Sławomir Wilk</w:t>
            </w:r>
            <w:r w:rsidRPr="788F670C" w:rsidR="6EFF1859">
              <w:rPr>
                <w:rFonts w:ascii="Corbel" w:hAnsi="Corbel"/>
                <w:b w:val="0"/>
                <w:bCs w:val="0"/>
                <w:sz w:val="24"/>
                <w:szCs w:val="24"/>
              </w:rPr>
              <w:t>, Pokrzywa Magdalena</w:t>
            </w:r>
          </w:p>
        </w:tc>
      </w:tr>
    </w:tbl>
    <w:p w:rsidRPr="009C54AE" w:rsidR="00923D7D" w:rsidP="003C016C" w:rsidRDefault="0085747A" w14:paraId="7F550A7D" w14:textId="77777777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3C016C" w:rsidRDefault="0085747A" w14:paraId="7C80625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C766DF" w14:paraId="38A07D06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644939B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837C51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E90281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B5EF16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460616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085637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8469FA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867C36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FC10CC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C151D5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114738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C766DF" w14:paraId="30533944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171D0C" w14:paraId="7FE92292" w14:textId="1BE857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024675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DE0419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F41E03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3C016C" w14:paraId="6D42FF4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E47750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66220C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D8F6C5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23B685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C1DE62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24675" w14:paraId="32137A9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3C016C" w:rsidRDefault="00923D7D" w14:paraId="03C8BEF2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47520A34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C679D5" w14:paraId="315E40E3" w14:textId="0ECA659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x</w:t>
      </w: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85747A" w14:paraId="07EC0FB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0622E13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03274571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3C016C" w14:paraId="149FAB9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:rsidR="00E960BB" w:rsidP="009C54AE" w:rsidRDefault="00E960BB" w14:paraId="4C86616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5A546B76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1429003C" w14:textId="77777777">
        <w:tc>
          <w:tcPr>
            <w:tcW w:w="9670" w:type="dxa"/>
          </w:tcPr>
          <w:p w:rsidRPr="009C54AE" w:rsidR="0085747A" w:rsidP="00B4519E" w:rsidRDefault="00B4519E" w14:paraId="73AB780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mallCaps/>
                <w:szCs w:val="24"/>
              </w:rPr>
            </w:pPr>
            <w:r w:rsidRPr="00B4519E">
              <w:rPr>
                <w:rFonts w:ascii="Corbel" w:hAnsi="Corbel"/>
                <w:b w:val="0"/>
                <w:sz w:val="24"/>
                <w:szCs w:val="24"/>
              </w:rPr>
              <w:t>Posiadanie wiedzy i umiejętności z zakresu metodyki pracy socjalnej</w:t>
            </w:r>
            <w:r w:rsidRPr="009C54AE">
              <w:rPr>
                <w:rFonts w:ascii="Corbel" w:hAnsi="Corbel"/>
                <w:b w:val="0"/>
                <w:smallCaps/>
                <w:szCs w:val="24"/>
              </w:rPr>
              <w:t xml:space="preserve"> </w:t>
            </w:r>
          </w:p>
        </w:tc>
      </w:tr>
    </w:tbl>
    <w:p w:rsidR="003C016C" w:rsidP="009C54AE" w:rsidRDefault="003C016C" w14:paraId="03FAC72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001978" w:rsidP="009C54AE" w:rsidRDefault="00001978" w14:paraId="46B6F65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001978" w:rsidP="009C54AE" w:rsidRDefault="00001978" w14:paraId="741532E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001978" w:rsidP="009C54AE" w:rsidRDefault="00001978" w14:paraId="6C4EDD2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001978" w:rsidP="009C54AE" w:rsidRDefault="00001978" w14:paraId="2887DA9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001978" w:rsidP="009C54AE" w:rsidRDefault="00001978" w14:paraId="7ED9CB90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001978" w:rsidP="009C54AE" w:rsidRDefault="00001978" w14:paraId="0463450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6F5CF9BB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B4519E" w:rsidR="00F83B28" w:rsidP="00B4519E" w:rsidRDefault="0071620A" w14:paraId="5CE57E5B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9C54AE" w:rsidR="00275742" w:rsidTr="00923D7D" w14:paraId="7B1347EE" w14:textId="77777777">
        <w:tc>
          <w:tcPr>
            <w:tcW w:w="851" w:type="dxa"/>
            <w:vAlign w:val="center"/>
          </w:tcPr>
          <w:p w:rsidRPr="009C54AE" w:rsidR="00275742" w:rsidP="009C54AE" w:rsidRDefault="00275742" w14:paraId="6B2D59F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625AAE" w:rsidR="00275742" w:rsidP="00C276B0" w:rsidRDefault="00275742" w14:paraId="45E19B65" w14:textId="02971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5AAE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C276B0">
              <w:rPr>
                <w:rFonts w:ascii="Corbel" w:hAnsi="Corbel"/>
                <w:b w:val="0"/>
                <w:sz w:val="24"/>
                <w:szCs w:val="24"/>
              </w:rPr>
              <w:t>pojęciami związanymi z realizacją projektu socjalnego (ewaluacja, monitoring, analiza SW</w:t>
            </w:r>
            <w:r w:rsidR="00171D0C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276B0">
              <w:rPr>
                <w:rFonts w:ascii="Corbel" w:hAnsi="Corbel"/>
                <w:b w:val="0"/>
                <w:sz w:val="24"/>
                <w:szCs w:val="24"/>
              </w:rPr>
              <w:t xml:space="preserve">T, </w:t>
            </w:r>
            <w:proofErr w:type="spellStart"/>
            <w:r w:rsidR="00C276B0">
              <w:rPr>
                <w:rFonts w:ascii="Corbel" w:hAnsi="Corbel"/>
                <w:b w:val="0"/>
                <w:sz w:val="24"/>
                <w:szCs w:val="24"/>
              </w:rPr>
              <w:t>itp</w:t>
            </w:r>
            <w:proofErr w:type="spellEnd"/>
            <w:r w:rsidR="00C276B0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</w:tr>
      <w:tr w:rsidRPr="009C54AE" w:rsidR="00275742" w:rsidTr="00923D7D" w14:paraId="535EAB44" w14:textId="77777777">
        <w:tc>
          <w:tcPr>
            <w:tcW w:w="851" w:type="dxa"/>
            <w:vAlign w:val="center"/>
          </w:tcPr>
          <w:p w:rsidRPr="009C54AE" w:rsidR="00275742" w:rsidP="009C54AE" w:rsidRDefault="00B07588" w14:paraId="2DBB784A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625AAE" w:rsidR="00275742" w:rsidP="00B07588" w:rsidRDefault="00B07588" w14:paraId="0C02680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 zasadami działań skierowanych na rozwiązanie problemów społecznych z zastosowaniem projektów społecznych </w:t>
            </w:r>
          </w:p>
        </w:tc>
      </w:tr>
      <w:tr w:rsidRPr="009C54AE" w:rsidR="00593067" w:rsidTr="00923D7D" w14:paraId="75198FD9" w14:textId="77777777">
        <w:tc>
          <w:tcPr>
            <w:tcW w:w="851" w:type="dxa"/>
            <w:vAlign w:val="center"/>
          </w:tcPr>
          <w:p w:rsidRPr="009C54AE" w:rsidR="00593067" w:rsidP="009C54AE" w:rsidRDefault="00B07588" w14:paraId="71DD22CC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947BAD" w:rsidR="00593067" w:rsidP="00BC118E" w:rsidRDefault="00771141" w14:paraId="4B8CD6C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Nauka diagnozowania i analizy indywidualnych i grupowych </w:t>
            </w:r>
            <w:r w:rsidR="00947BAD">
              <w:rPr>
                <w:rFonts w:ascii="Corbel" w:hAnsi="Corbel"/>
                <w:b w:val="0"/>
                <w:szCs w:val="24"/>
              </w:rPr>
              <w:t xml:space="preserve">sytuacji społecznych oraz wykorzystania zasobów środowiska społecznego i jednostek do przezwyciężania trudnych sytuacji życiowych </w:t>
            </w:r>
          </w:p>
        </w:tc>
      </w:tr>
      <w:tr w:rsidRPr="009C54AE" w:rsidR="0085747A" w:rsidTr="00923D7D" w14:paraId="4529B8ED" w14:textId="77777777">
        <w:tc>
          <w:tcPr>
            <w:tcW w:w="851" w:type="dxa"/>
            <w:vAlign w:val="center"/>
          </w:tcPr>
          <w:p w:rsidRPr="009C54AE" w:rsidR="0085747A" w:rsidP="009C54AE" w:rsidRDefault="0085747A" w14:paraId="70B0711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07588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Pr="009C54AE" w:rsidR="0085747A" w:rsidP="00A52E55" w:rsidRDefault="00A52E55" w14:paraId="3BEE6F1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Praca zespołowa związana z przygotowaniem projektu (w oparciu o wartości, priorytety, cele i zadania pomocy społecznej) </w:t>
            </w:r>
          </w:p>
        </w:tc>
      </w:tr>
    </w:tbl>
    <w:p w:rsidRPr="009C54AE" w:rsidR="0085747A" w:rsidP="009C54AE" w:rsidRDefault="0085747A" w14:paraId="6CA82C91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B4519E" w:rsidRDefault="009F4610" w14:paraId="0AC2BA0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5"/>
        <w:gridCol w:w="5979"/>
        <w:gridCol w:w="1866"/>
      </w:tblGrid>
      <w:tr w:rsidRPr="005F0D40" w:rsidR="0085747A" w:rsidTr="0071620A" w14:paraId="3F2FC92A" w14:textId="77777777">
        <w:tc>
          <w:tcPr>
            <w:tcW w:w="1701" w:type="dxa"/>
            <w:vAlign w:val="center"/>
          </w:tcPr>
          <w:p w:rsidRPr="004E1430" w:rsidR="0085747A" w:rsidP="009C54AE" w:rsidRDefault="0085747A" w14:paraId="6B67620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smallCaps w:val="0"/>
                <w:szCs w:val="24"/>
              </w:rPr>
              <w:t>EK</w:t>
            </w:r>
            <w:r w:rsidRPr="004E1430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4E1430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4E1430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4E1430" w:rsidR="0085747A" w:rsidP="00C05F44" w:rsidRDefault="0085747A" w14:paraId="78297FC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4E1430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E143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4E1430" w:rsidR="0085747A" w:rsidP="00C05F44" w:rsidRDefault="0085747A" w14:paraId="6B19286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4E1430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5F0D40" w:rsidR="0085747A" w:rsidTr="005E6E85" w14:paraId="244127EF" w14:textId="77777777">
        <w:tc>
          <w:tcPr>
            <w:tcW w:w="1701" w:type="dxa"/>
          </w:tcPr>
          <w:p w:rsidRPr="00310127" w:rsidR="0085747A" w:rsidP="009C54AE" w:rsidRDefault="0085747A" w14:paraId="274530B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12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012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310127" w:rsidR="0085747A" w:rsidP="00310127" w:rsidRDefault="00BC620C" w14:paraId="2469C76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127">
              <w:rPr>
                <w:rFonts w:ascii="Corbel" w:hAnsi="Corbel"/>
                <w:b w:val="0"/>
                <w:smallCaps w:val="0"/>
                <w:szCs w:val="24"/>
              </w:rPr>
              <w:t xml:space="preserve">zna i stosuje terminologię używaną w </w:t>
            </w:r>
            <w:r w:rsidRPr="00310127" w:rsidR="00310127">
              <w:rPr>
                <w:rFonts w:ascii="Corbel" w:hAnsi="Corbel"/>
                <w:b w:val="0"/>
                <w:smallCaps w:val="0"/>
                <w:szCs w:val="24"/>
              </w:rPr>
              <w:t xml:space="preserve">projektach socjalnych </w:t>
            </w:r>
          </w:p>
        </w:tc>
        <w:tc>
          <w:tcPr>
            <w:tcW w:w="1873" w:type="dxa"/>
          </w:tcPr>
          <w:p w:rsidRPr="004E1430" w:rsidR="0085747A" w:rsidP="009C54AE" w:rsidRDefault="00B4519E" w14:paraId="091275E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Pr="005F0D40" w:rsidR="0085747A" w:rsidTr="005E6E85" w14:paraId="4583896E" w14:textId="77777777">
        <w:tc>
          <w:tcPr>
            <w:tcW w:w="1701" w:type="dxa"/>
          </w:tcPr>
          <w:p w:rsidRPr="00310127" w:rsidR="0085747A" w:rsidP="009C54AE" w:rsidRDefault="0085747A" w14:paraId="72A5C49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12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310127" w:rsidR="0085747A" w:rsidP="00310127" w:rsidRDefault="00BC620C" w14:paraId="5C7349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127">
              <w:rPr>
                <w:rFonts w:ascii="Corbel" w:hAnsi="Corbel"/>
                <w:b w:val="0"/>
                <w:smallCaps w:val="0"/>
                <w:szCs w:val="24"/>
              </w:rPr>
              <w:t>posiada pogłębioną  wiedzę w  zakresie sposobów  pozyskiwania danych do analizy zjawisk z</w:t>
            </w:r>
            <w:r w:rsidRPr="00310127" w:rsidR="00310127">
              <w:rPr>
                <w:rFonts w:ascii="Corbel" w:hAnsi="Corbel"/>
                <w:b w:val="0"/>
                <w:smallCaps w:val="0"/>
                <w:szCs w:val="24"/>
              </w:rPr>
              <w:t xml:space="preserve">wiązanych z przygotowaniem projektu socjalnego </w:t>
            </w:r>
          </w:p>
        </w:tc>
        <w:tc>
          <w:tcPr>
            <w:tcW w:w="1873" w:type="dxa"/>
          </w:tcPr>
          <w:p w:rsidRPr="004E1430" w:rsidR="0085747A" w:rsidP="009C54AE" w:rsidRDefault="00B4519E" w14:paraId="4DE7826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Pr="005F0D40" w:rsidR="00B4519E" w:rsidTr="005E6E85" w14:paraId="3450ADB3" w14:textId="77777777">
        <w:tc>
          <w:tcPr>
            <w:tcW w:w="1701" w:type="dxa"/>
          </w:tcPr>
          <w:p w:rsidRPr="00310127" w:rsidR="00B4519E" w:rsidP="00C276B0" w:rsidRDefault="00B4519E" w14:paraId="623C2823" w14:textId="77777777">
            <w:r w:rsidRPr="00310127">
              <w:rPr>
                <w:rFonts w:ascii="Corbel" w:hAnsi="Corbel"/>
                <w:szCs w:val="24"/>
              </w:rPr>
              <w:t>EK_0</w:t>
            </w:r>
            <w:r w:rsidRPr="00310127" w:rsidR="00C276B0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6096" w:type="dxa"/>
          </w:tcPr>
          <w:p w:rsidRPr="00310127" w:rsidR="00B4519E" w:rsidP="00310127" w:rsidRDefault="0005100F" w14:paraId="38DCA52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127">
              <w:rPr>
                <w:rFonts w:ascii="Corbel" w:hAnsi="Corbel"/>
                <w:b w:val="0"/>
                <w:smallCaps w:val="0"/>
                <w:szCs w:val="24"/>
              </w:rPr>
              <w:t>zna i analizuje zasady tworzenia i podejmowania działań skierowanych na rozwiązywanie problemów z zakresu pracy socjalnej z zastosowaniem projektów s</w:t>
            </w:r>
            <w:r w:rsidRPr="00310127" w:rsidR="00310127">
              <w:rPr>
                <w:rFonts w:ascii="Corbel" w:hAnsi="Corbel"/>
                <w:b w:val="0"/>
                <w:smallCaps w:val="0"/>
                <w:szCs w:val="24"/>
              </w:rPr>
              <w:t xml:space="preserve">ocjalnych </w:t>
            </w:r>
          </w:p>
        </w:tc>
        <w:tc>
          <w:tcPr>
            <w:tcW w:w="1873" w:type="dxa"/>
          </w:tcPr>
          <w:p w:rsidRPr="00310127" w:rsidR="00B4519E" w:rsidP="009C54AE" w:rsidRDefault="00B4519E" w14:paraId="03B7915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127">
              <w:rPr>
                <w:rFonts w:ascii="Corbel" w:hAnsi="Corbel"/>
                <w:b w:val="0"/>
                <w:smallCaps w:val="0"/>
                <w:szCs w:val="24"/>
              </w:rPr>
              <w:t>K_W17</w:t>
            </w:r>
          </w:p>
        </w:tc>
      </w:tr>
      <w:tr w:rsidRPr="005F0D40" w:rsidR="00B4519E" w:rsidTr="005E6E85" w14:paraId="01515F85" w14:textId="77777777">
        <w:tc>
          <w:tcPr>
            <w:tcW w:w="1701" w:type="dxa"/>
          </w:tcPr>
          <w:p w:rsidRPr="00001978" w:rsidR="00B4519E" w:rsidP="00BE6783" w:rsidRDefault="00B4519E" w14:paraId="16246AB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197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001978" w:rsidR="00C276B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Pr="00001978" w:rsidR="00BE6783" w:rsidP="00BE6783" w:rsidRDefault="0005100F" w14:paraId="0E1FD62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potrafi zastosować wiedzę teoretyczną do opisu, diagnozowania i praktycznego analizowania złożonych </w:t>
            </w:r>
            <w:r w:rsidRPr="00001978" w:rsidR="00BE6783">
              <w:rPr>
                <w:rFonts w:ascii="Corbel" w:hAnsi="Corbel"/>
                <w:b w:val="0"/>
                <w:smallCaps w:val="0"/>
                <w:szCs w:val="24"/>
              </w:rPr>
              <w:t xml:space="preserve">indywidualnych i grupowych </w:t>
            </w:r>
            <w:r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sytuacji społecznych </w:t>
            </w:r>
            <w:r w:rsidRPr="00001978" w:rsidR="00BE6783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</w:p>
          <w:p w:rsidRPr="00001978" w:rsidR="00171D0C" w:rsidP="00BE6783" w:rsidRDefault="00BE6783" w14:paraId="7666D1C1" w14:textId="766D8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1978">
              <w:rPr>
                <w:rFonts w:ascii="Corbel" w:hAnsi="Corbel"/>
                <w:b w:val="0"/>
                <w:smallCaps w:val="0"/>
                <w:szCs w:val="24"/>
              </w:rPr>
              <w:t>wykorzystania zasobów środowiska społecznego i jednostek do przezwyciężania trudnych sytuacji życiowych</w:t>
            </w:r>
          </w:p>
        </w:tc>
        <w:tc>
          <w:tcPr>
            <w:tcW w:w="1873" w:type="dxa"/>
          </w:tcPr>
          <w:p w:rsidRPr="004E1430" w:rsidR="00B4519E" w:rsidP="009C54AE" w:rsidRDefault="00B4519E" w14:paraId="6189DF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Pr="005F0D40" w:rsidR="00B4519E" w:rsidTr="005E6E85" w14:paraId="33C23D14" w14:textId="77777777">
        <w:tc>
          <w:tcPr>
            <w:tcW w:w="1701" w:type="dxa"/>
          </w:tcPr>
          <w:p w:rsidRPr="004E1430" w:rsidR="00B4519E" w:rsidP="00C276B0" w:rsidRDefault="00B4519E" w14:paraId="29CA0F24" w14:textId="77777777">
            <w:r w:rsidRPr="004E1430">
              <w:rPr>
                <w:rFonts w:ascii="Corbel" w:hAnsi="Corbel"/>
                <w:szCs w:val="24"/>
              </w:rPr>
              <w:t>EK_0</w:t>
            </w:r>
            <w:r w:rsidRPr="004E1430" w:rsidR="00C276B0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6096" w:type="dxa"/>
          </w:tcPr>
          <w:p w:rsidRPr="00001978" w:rsidR="00B4519E" w:rsidP="009C54AE" w:rsidRDefault="0005100F" w14:paraId="47B396C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1978">
              <w:rPr>
                <w:rFonts w:ascii="Corbel" w:hAnsi="Corbel"/>
                <w:b w:val="0"/>
                <w:smallCaps w:val="0"/>
                <w:szCs w:val="24"/>
              </w:rPr>
              <w:t>potrafi wykorzystywać wiedzę wynikającą z diagnozowania nietypowych problemów w nieprzewidywalnych warunkach</w:t>
            </w:r>
            <w:r w:rsidRPr="00001978" w:rsidR="009F20FB">
              <w:rPr>
                <w:rFonts w:ascii="Corbel" w:hAnsi="Corbel"/>
                <w:b w:val="0"/>
                <w:smallCaps w:val="0"/>
                <w:szCs w:val="24"/>
              </w:rPr>
              <w:t xml:space="preserve"> w ramach projektu socjalnego </w:t>
            </w:r>
          </w:p>
        </w:tc>
        <w:tc>
          <w:tcPr>
            <w:tcW w:w="1873" w:type="dxa"/>
          </w:tcPr>
          <w:p w:rsidRPr="004E1430" w:rsidR="00B4519E" w:rsidP="009C54AE" w:rsidRDefault="00B4519E" w14:paraId="4FACD05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Pr="005F0D40" w:rsidR="00B4519E" w:rsidTr="005E6E85" w14:paraId="3AAE52BC" w14:textId="77777777">
        <w:tc>
          <w:tcPr>
            <w:tcW w:w="1701" w:type="dxa"/>
          </w:tcPr>
          <w:p w:rsidRPr="004E1430" w:rsidR="00B4519E" w:rsidP="00C276B0" w:rsidRDefault="00B4519E" w14:paraId="3DADF212" w14:textId="77777777">
            <w:r w:rsidRPr="004E1430">
              <w:rPr>
                <w:rFonts w:ascii="Corbel" w:hAnsi="Corbel"/>
                <w:szCs w:val="24"/>
              </w:rPr>
              <w:t>EK_0</w:t>
            </w:r>
            <w:r w:rsidRPr="004E1430" w:rsidR="00C276B0"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6096" w:type="dxa"/>
          </w:tcPr>
          <w:p w:rsidRPr="00001978" w:rsidR="009F20FB" w:rsidP="00001978" w:rsidRDefault="0005100F" w14:paraId="552C732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1978">
              <w:rPr>
                <w:rFonts w:ascii="Corbel" w:hAnsi="Corbel"/>
                <w:b w:val="0"/>
                <w:smallCaps w:val="0"/>
                <w:szCs w:val="24"/>
              </w:rPr>
              <w:t>potrafi określić priorytety</w:t>
            </w:r>
            <w:r w:rsidRPr="00001978" w:rsidR="009F20FB">
              <w:rPr>
                <w:rFonts w:ascii="Corbel" w:hAnsi="Corbel"/>
                <w:b w:val="0"/>
                <w:smallCaps w:val="0"/>
                <w:szCs w:val="24"/>
              </w:rPr>
              <w:t xml:space="preserve"> w pracy zespołowej oraz przygotować projekt</w:t>
            </w:r>
            <w:r w:rsidRPr="00001978" w:rsidR="00001978">
              <w:rPr>
                <w:rFonts w:ascii="Corbel" w:hAnsi="Corbel"/>
                <w:b w:val="0"/>
                <w:smallCaps w:val="0"/>
                <w:szCs w:val="24"/>
              </w:rPr>
              <w:t xml:space="preserve"> socjalny</w:t>
            </w:r>
            <w:r w:rsidRPr="00001978" w:rsidR="009F20FB">
              <w:rPr>
                <w:rFonts w:ascii="Corbel" w:hAnsi="Corbel"/>
                <w:b w:val="0"/>
                <w:smallCaps w:val="0"/>
                <w:szCs w:val="24"/>
              </w:rPr>
              <w:t xml:space="preserve"> w grupie </w:t>
            </w:r>
            <w:r w:rsidRPr="00001978">
              <w:rPr>
                <w:rFonts w:ascii="Corbel" w:hAnsi="Corbel"/>
                <w:b w:val="0"/>
                <w:smallCaps w:val="0"/>
                <w:szCs w:val="24"/>
              </w:rPr>
              <w:t>utożsamia</w:t>
            </w:r>
            <w:r w:rsidRPr="00001978" w:rsidR="009F20FB">
              <w:rPr>
                <w:rFonts w:ascii="Corbel" w:hAnsi="Corbel"/>
                <w:b w:val="0"/>
                <w:smallCaps w:val="0"/>
                <w:szCs w:val="24"/>
              </w:rPr>
              <w:t>jąc</w:t>
            </w:r>
            <w:r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 się z wartościami, celami i zadaniami pomocy społecznej</w:t>
            </w:r>
          </w:p>
        </w:tc>
        <w:tc>
          <w:tcPr>
            <w:tcW w:w="1873" w:type="dxa"/>
          </w:tcPr>
          <w:p w:rsidRPr="004E1430" w:rsidR="00B4519E" w:rsidP="009C54AE" w:rsidRDefault="00B4519E" w14:paraId="254A9E7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Pr="005F0D40" w:rsidR="00B4519E" w:rsidTr="005E6E85" w14:paraId="3D422114" w14:textId="77777777">
        <w:tc>
          <w:tcPr>
            <w:tcW w:w="1701" w:type="dxa"/>
          </w:tcPr>
          <w:p w:rsidRPr="004E1430" w:rsidR="00B4519E" w:rsidP="00C276B0" w:rsidRDefault="00B4519E" w14:paraId="4CA8DAC6" w14:textId="77777777">
            <w:r w:rsidRPr="004E1430">
              <w:rPr>
                <w:rFonts w:ascii="Corbel" w:hAnsi="Corbel"/>
                <w:szCs w:val="24"/>
              </w:rPr>
              <w:t>EK_0</w:t>
            </w:r>
            <w:r w:rsidRPr="004E1430" w:rsidR="00C276B0"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6096" w:type="dxa"/>
          </w:tcPr>
          <w:p w:rsidRPr="00001978" w:rsidR="00B4519E" w:rsidP="00001978" w:rsidRDefault="0005100F" w14:paraId="04DDCE0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posiada zdolność tworzenia i rozwijania kontaktów z otoczeniem społecznym oraz współpracy </w:t>
            </w:r>
            <w:r w:rsidRPr="00001978" w:rsidR="00001978">
              <w:rPr>
                <w:rFonts w:ascii="Corbel" w:hAnsi="Corbel"/>
                <w:b w:val="0"/>
                <w:smallCaps w:val="0"/>
                <w:szCs w:val="24"/>
              </w:rPr>
              <w:t xml:space="preserve">na rzecz realizacji projektu socjalnego </w:t>
            </w:r>
          </w:p>
        </w:tc>
        <w:tc>
          <w:tcPr>
            <w:tcW w:w="1873" w:type="dxa"/>
          </w:tcPr>
          <w:p w:rsidRPr="004E1430" w:rsidR="00B4519E" w:rsidP="009C54AE" w:rsidRDefault="00B4519E" w14:paraId="4C358BD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Pr="005F0D40" w:rsidR="00B4519E" w:rsidTr="005E6E85" w14:paraId="0B35F85C" w14:textId="77777777">
        <w:tc>
          <w:tcPr>
            <w:tcW w:w="1701" w:type="dxa"/>
          </w:tcPr>
          <w:p w:rsidRPr="004E1430" w:rsidR="00B4519E" w:rsidP="00C276B0" w:rsidRDefault="00B4519E" w14:paraId="2CFBC6AC" w14:textId="77777777">
            <w:r w:rsidRPr="004E1430">
              <w:rPr>
                <w:rFonts w:ascii="Corbel" w:hAnsi="Corbel"/>
                <w:szCs w:val="24"/>
              </w:rPr>
              <w:t>EK_0</w:t>
            </w:r>
            <w:r w:rsidRPr="004E1430" w:rsidR="00C276B0">
              <w:rPr>
                <w:rFonts w:ascii="Corbel" w:hAnsi="Corbel"/>
                <w:szCs w:val="24"/>
              </w:rPr>
              <w:t>8</w:t>
            </w:r>
          </w:p>
        </w:tc>
        <w:tc>
          <w:tcPr>
            <w:tcW w:w="6096" w:type="dxa"/>
          </w:tcPr>
          <w:p w:rsidRPr="00001978" w:rsidR="00B4519E" w:rsidP="009C54AE" w:rsidRDefault="00001978" w14:paraId="5201761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1978">
              <w:rPr>
                <w:rFonts w:ascii="Corbel" w:hAnsi="Corbel"/>
                <w:b w:val="0"/>
                <w:smallCaps w:val="0"/>
                <w:szCs w:val="24"/>
              </w:rPr>
              <w:t>jest wrażliwy</w:t>
            </w:r>
            <w:r w:rsidRPr="00001978" w:rsidR="0005100F">
              <w:rPr>
                <w:rFonts w:ascii="Corbel" w:hAnsi="Corbel"/>
                <w:b w:val="0"/>
                <w:smallCaps w:val="0"/>
                <w:szCs w:val="24"/>
              </w:rPr>
              <w:t xml:space="preserve"> na problemy społeczne, gotowy do komunikowania się  i współpracy z otoczeniem oraz do aktywnego  uczestnictwa w instytucjach  i organizacjach realizujących </w:t>
            </w:r>
            <w:r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projekty społeczne </w:t>
            </w:r>
          </w:p>
        </w:tc>
        <w:tc>
          <w:tcPr>
            <w:tcW w:w="1873" w:type="dxa"/>
          </w:tcPr>
          <w:p w:rsidRPr="004E1430" w:rsidR="00B4519E" w:rsidP="009C54AE" w:rsidRDefault="00B4519E" w14:paraId="1D1D619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P="009C54AE" w:rsidRDefault="0085747A" w14:paraId="3085A9BB" w14:textId="77777777">
      <w:pPr>
        <w:pStyle w:val="Punktygwne"/>
        <w:spacing w:before="0" w:after="0"/>
        <w:rPr>
          <w:rFonts w:ascii="Corbel" w:hAnsi="Corbel"/>
          <w:b w:val="0"/>
          <w:color w:val="FF0000"/>
          <w:szCs w:val="24"/>
        </w:rPr>
      </w:pPr>
    </w:p>
    <w:p w:rsidR="00001978" w:rsidP="009C54AE" w:rsidRDefault="00001978" w14:paraId="12CD2947" w14:textId="77777777">
      <w:pPr>
        <w:pStyle w:val="Punktygwne"/>
        <w:spacing w:before="0" w:after="0"/>
        <w:rPr>
          <w:rFonts w:ascii="Corbel" w:hAnsi="Corbel"/>
          <w:b w:val="0"/>
          <w:color w:val="FF0000"/>
          <w:szCs w:val="24"/>
        </w:rPr>
      </w:pPr>
    </w:p>
    <w:p w:rsidR="00001978" w:rsidP="009C54AE" w:rsidRDefault="00001978" w14:paraId="63B54110" w14:textId="77777777">
      <w:pPr>
        <w:pStyle w:val="Punktygwne"/>
        <w:spacing w:before="0" w:after="0"/>
        <w:rPr>
          <w:rFonts w:ascii="Corbel" w:hAnsi="Corbel"/>
          <w:b w:val="0"/>
          <w:color w:val="FF0000"/>
          <w:szCs w:val="24"/>
        </w:rPr>
      </w:pPr>
    </w:p>
    <w:p w:rsidRPr="005F0D40" w:rsidR="00001978" w:rsidP="009C54AE" w:rsidRDefault="00001978" w14:paraId="3B8DEC76" w14:textId="77777777">
      <w:pPr>
        <w:pStyle w:val="Punktygwne"/>
        <w:spacing w:before="0" w:after="0"/>
        <w:rPr>
          <w:rFonts w:ascii="Corbel" w:hAnsi="Corbel"/>
          <w:b w:val="0"/>
          <w:color w:val="FF0000"/>
          <w:szCs w:val="24"/>
        </w:rPr>
      </w:pPr>
    </w:p>
    <w:p w:rsidRPr="004E1430" w:rsidR="0085747A" w:rsidP="00A52E55" w:rsidRDefault="00675843" w14:paraId="4EB5490D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E1430">
        <w:rPr>
          <w:rFonts w:ascii="Corbel" w:hAnsi="Corbel"/>
          <w:b/>
          <w:sz w:val="24"/>
          <w:szCs w:val="24"/>
        </w:rPr>
        <w:t>3.3</w:t>
      </w:r>
      <w:r w:rsidRPr="004E1430" w:rsidR="001D7B54">
        <w:rPr>
          <w:rFonts w:ascii="Corbel" w:hAnsi="Corbel"/>
          <w:b/>
          <w:sz w:val="24"/>
          <w:szCs w:val="24"/>
        </w:rPr>
        <w:t xml:space="preserve"> </w:t>
      </w:r>
      <w:r w:rsidRPr="004E1430" w:rsidR="0085747A">
        <w:rPr>
          <w:rFonts w:ascii="Corbel" w:hAnsi="Corbel"/>
          <w:b/>
          <w:sz w:val="24"/>
          <w:szCs w:val="24"/>
        </w:rPr>
        <w:t>T</w:t>
      </w:r>
      <w:r w:rsidRPr="004E1430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4E1430" w:rsidR="007327BD">
        <w:rPr>
          <w:rFonts w:ascii="Corbel" w:hAnsi="Corbel"/>
          <w:sz w:val="24"/>
          <w:szCs w:val="24"/>
        </w:rPr>
        <w:t xml:space="preserve">  </w:t>
      </w:r>
    </w:p>
    <w:p w:rsidRPr="004E1430" w:rsidR="0085747A" w:rsidP="004E1430" w:rsidRDefault="0085747A" w14:paraId="1BC05DED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E1430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4E1430" w:rsidR="009F4610">
        <w:rPr>
          <w:rFonts w:ascii="Corbel" w:hAnsi="Corbel"/>
          <w:sz w:val="24"/>
          <w:szCs w:val="24"/>
        </w:rPr>
        <w:t xml:space="preserve">, </w:t>
      </w:r>
      <w:r w:rsidRPr="004E1430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4E1430" w:rsidR="0085747A" w:rsidTr="00923D7D" w14:paraId="59DE26E5" w14:textId="77777777">
        <w:tc>
          <w:tcPr>
            <w:tcW w:w="9639" w:type="dxa"/>
          </w:tcPr>
          <w:p w:rsidRPr="004E1430" w:rsidR="0085747A" w:rsidP="009C54AE" w:rsidRDefault="0085747A" w14:paraId="3DE01DA5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E143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4E1430" w:rsidR="00045B8E" w:rsidTr="00923D7D" w14:paraId="68D2A524" w14:textId="77777777">
        <w:tc>
          <w:tcPr>
            <w:tcW w:w="9639" w:type="dxa"/>
          </w:tcPr>
          <w:p w:rsidRPr="004E1430" w:rsidR="00045B8E" w:rsidP="004E1430" w:rsidRDefault="00FA778E" w14:paraId="3A8704D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1430">
              <w:rPr>
                <w:rFonts w:ascii="Corbel" w:hAnsi="Corbel"/>
                <w:sz w:val="24"/>
                <w:szCs w:val="24"/>
              </w:rPr>
              <w:t>Definicja, typy, cele i zastosowanie projektów socjalnych</w:t>
            </w:r>
          </w:p>
        </w:tc>
      </w:tr>
      <w:tr w:rsidRPr="004E1430" w:rsidR="005F0D40" w:rsidTr="00923D7D" w14:paraId="180FD8CC" w14:textId="77777777">
        <w:tc>
          <w:tcPr>
            <w:tcW w:w="9639" w:type="dxa"/>
          </w:tcPr>
          <w:p w:rsidRPr="004E1430" w:rsidR="005F0D40" w:rsidP="009A2678" w:rsidRDefault="00025E77" w14:paraId="741656E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1430">
              <w:rPr>
                <w:rFonts w:ascii="Corbel" w:hAnsi="Corbel"/>
                <w:sz w:val="24"/>
                <w:szCs w:val="24"/>
              </w:rPr>
              <w:t>Podstawowe cechy oraz struktura projektu socjalnego i jego etapy</w:t>
            </w:r>
          </w:p>
        </w:tc>
      </w:tr>
      <w:tr w:rsidRPr="004E1430" w:rsidR="00E03485" w:rsidTr="00923D7D" w14:paraId="25C56C5F" w14:textId="77777777">
        <w:tc>
          <w:tcPr>
            <w:tcW w:w="9639" w:type="dxa"/>
          </w:tcPr>
          <w:p w:rsidRPr="004E1430" w:rsidR="00E03485" w:rsidP="00025E77" w:rsidRDefault="00025E77" w14:paraId="32FCC2A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1430">
              <w:rPr>
                <w:rFonts w:ascii="Corbel" w:hAnsi="Corbel"/>
                <w:sz w:val="24"/>
                <w:szCs w:val="24"/>
              </w:rPr>
              <w:t xml:space="preserve">Identyfikacja problemów, potrzeb, planowanie działań pomocowych – podłoże teoretyczne projektów socjalnych i ich uzasadnienie </w:t>
            </w:r>
          </w:p>
        </w:tc>
      </w:tr>
      <w:tr w:rsidRPr="004E1430" w:rsidR="00E03485" w:rsidTr="00923D7D" w14:paraId="74216D51" w14:textId="77777777">
        <w:tc>
          <w:tcPr>
            <w:tcW w:w="9639" w:type="dxa"/>
          </w:tcPr>
          <w:p w:rsidRPr="004E1430" w:rsidR="00E03485" w:rsidP="009A2678" w:rsidRDefault="000E0C0D" w14:paraId="21DB463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1430">
              <w:rPr>
                <w:rFonts w:ascii="Corbel" w:hAnsi="Corbel"/>
                <w:sz w:val="24"/>
                <w:szCs w:val="24"/>
              </w:rPr>
              <w:t>Wnioskodawca i adresaci projektu - identyfikacja problemów i potrzeb grupy docelowej</w:t>
            </w:r>
          </w:p>
        </w:tc>
      </w:tr>
      <w:tr w:rsidRPr="004E1430" w:rsidR="00E03485" w:rsidTr="00923D7D" w14:paraId="59AF6695" w14:textId="77777777">
        <w:tc>
          <w:tcPr>
            <w:tcW w:w="9639" w:type="dxa"/>
          </w:tcPr>
          <w:p w:rsidRPr="004E1430" w:rsidR="00E03485" w:rsidP="009A2678" w:rsidRDefault="000E0C0D" w14:paraId="416BA54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1430">
              <w:rPr>
                <w:rFonts w:ascii="Corbel" w:hAnsi="Corbel"/>
                <w:sz w:val="24"/>
                <w:szCs w:val="24"/>
              </w:rPr>
              <w:t xml:space="preserve">Cel ogólny i cele szczegółowe wsparcia oraz zadania w ramach projektu </w:t>
            </w:r>
          </w:p>
        </w:tc>
      </w:tr>
      <w:tr w:rsidRPr="004E1430" w:rsidR="00BE40D6" w:rsidTr="00923D7D" w14:paraId="369D5D60" w14:textId="77777777">
        <w:tc>
          <w:tcPr>
            <w:tcW w:w="9639" w:type="dxa"/>
          </w:tcPr>
          <w:p w:rsidRPr="004E1430" w:rsidR="00BE40D6" w:rsidP="009A2678" w:rsidRDefault="00BE40D6" w14:paraId="38FF564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1430">
              <w:rPr>
                <w:rFonts w:ascii="Corbel" w:hAnsi="Corbel"/>
                <w:sz w:val="24"/>
                <w:szCs w:val="24"/>
              </w:rPr>
              <w:t xml:space="preserve">Zakres oferowanego wsparcia w ramach projektu i jego charakterystyka </w:t>
            </w:r>
            <w:r w:rsidRPr="004E1430" w:rsidR="00C52801">
              <w:rPr>
                <w:rFonts w:ascii="Corbel" w:hAnsi="Corbel"/>
                <w:sz w:val="24"/>
                <w:szCs w:val="24"/>
              </w:rPr>
              <w:t xml:space="preserve">oraz działania projektowe </w:t>
            </w:r>
          </w:p>
        </w:tc>
      </w:tr>
      <w:tr w:rsidRPr="004E1430" w:rsidR="00E03485" w:rsidTr="00923D7D" w14:paraId="6D0D1E9D" w14:textId="77777777">
        <w:tc>
          <w:tcPr>
            <w:tcW w:w="9639" w:type="dxa"/>
          </w:tcPr>
          <w:p w:rsidRPr="004E1430" w:rsidR="00E03485" w:rsidP="009A2678" w:rsidRDefault="00BE40D6" w14:paraId="4E13EA3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1430">
              <w:rPr>
                <w:rFonts w:ascii="Corbel" w:hAnsi="Corbel"/>
                <w:sz w:val="24"/>
                <w:szCs w:val="24"/>
              </w:rPr>
              <w:t xml:space="preserve">Harmonogram projektu i jego budżet </w:t>
            </w:r>
          </w:p>
        </w:tc>
      </w:tr>
      <w:tr w:rsidRPr="004E1430" w:rsidR="00E03485" w:rsidTr="00923D7D" w14:paraId="107655EA" w14:textId="77777777">
        <w:tc>
          <w:tcPr>
            <w:tcW w:w="9639" w:type="dxa"/>
          </w:tcPr>
          <w:p w:rsidRPr="004E1430" w:rsidR="00E03485" w:rsidP="009A2678" w:rsidRDefault="00C52801" w14:paraId="2B5C56B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1430">
              <w:rPr>
                <w:rFonts w:ascii="Corbel" w:hAnsi="Corbel"/>
                <w:sz w:val="24"/>
                <w:szCs w:val="24"/>
              </w:rPr>
              <w:t xml:space="preserve">Zasoby projektu , zespół projektowy, </w:t>
            </w:r>
            <w:r w:rsidRPr="004E1430" w:rsidR="008F49A9">
              <w:rPr>
                <w:rFonts w:ascii="Corbel" w:hAnsi="Corbel"/>
                <w:sz w:val="24"/>
                <w:szCs w:val="24"/>
              </w:rPr>
              <w:t xml:space="preserve">potencjalni partnerzy </w:t>
            </w:r>
            <w:r w:rsidRPr="004E143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4E1430" w:rsidR="005F0D40" w:rsidTr="00923D7D" w14:paraId="456C8C8A" w14:textId="77777777">
        <w:tc>
          <w:tcPr>
            <w:tcW w:w="9639" w:type="dxa"/>
          </w:tcPr>
          <w:p w:rsidRPr="004E1430" w:rsidR="005F0D40" w:rsidP="009A2678" w:rsidRDefault="008F49A9" w14:paraId="26CA996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1430">
              <w:rPr>
                <w:rFonts w:ascii="Corbel" w:hAnsi="Corbel"/>
                <w:sz w:val="24"/>
                <w:szCs w:val="24"/>
              </w:rPr>
              <w:t xml:space="preserve">Źródła finansowania projektów socjalnych </w:t>
            </w:r>
          </w:p>
        </w:tc>
      </w:tr>
      <w:tr w:rsidRPr="004E1430" w:rsidR="008F49A9" w:rsidTr="00923D7D" w14:paraId="0BA0E661" w14:textId="77777777">
        <w:tc>
          <w:tcPr>
            <w:tcW w:w="9639" w:type="dxa"/>
          </w:tcPr>
          <w:p w:rsidRPr="004E1430" w:rsidR="008F49A9" w:rsidP="009A2678" w:rsidRDefault="008F49A9" w14:paraId="70586ED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1430">
              <w:rPr>
                <w:rFonts w:ascii="Corbel" w:hAnsi="Corbel"/>
                <w:sz w:val="24"/>
                <w:szCs w:val="24"/>
              </w:rPr>
              <w:t>Rezultaty</w:t>
            </w:r>
            <w:r w:rsidRPr="004E1430" w:rsidR="004E1430">
              <w:rPr>
                <w:rFonts w:ascii="Corbel" w:hAnsi="Corbel"/>
                <w:sz w:val="24"/>
                <w:szCs w:val="24"/>
              </w:rPr>
              <w:t xml:space="preserve"> projektu i sposoby ich weryfikacji </w:t>
            </w:r>
          </w:p>
        </w:tc>
      </w:tr>
      <w:tr w:rsidRPr="004E1430" w:rsidR="004E1430" w:rsidTr="00923D7D" w14:paraId="067904BD" w14:textId="77777777">
        <w:tc>
          <w:tcPr>
            <w:tcW w:w="9639" w:type="dxa"/>
          </w:tcPr>
          <w:p w:rsidRPr="004E1430" w:rsidR="004E1430" w:rsidP="009A2678" w:rsidRDefault="004E1430" w14:paraId="36B2DA9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1430">
              <w:rPr>
                <w:rFonts w:ascii="Corbel" w:hAnsi="Corbel"/>
                <w:sz w:val="24"/>
                <w:szCs w:val="24"/>
              </w:rPr>
              <w:t xml:space="preserve">Monitoring i ewaluacja w projektach socjalnych </w:t>
            </w:r>
          </w:p>
        </w:tc>
      </w:tr>
      <w:tr w:rsidRPr="004E1430" w:rsidR="004E1430" w:rsidTr="00923D7D" w14:paraId="7A119428" w14:textId="77777777">
        <w:tc>
          <w:tcPr>
            <w:tcW w:w="9639" w:type="dxa"/>
          </w:tcPr>
          <w:p w:rsidRPr="004E1430" w:rsidR="004E1430" w:rsidP="009A2678" w:rsidRDefault="004E1430" w14:paraId="6BB7826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1430">
              <w:rPr>
                <w:rFonts w:ascii="Corbel" w:hAnsi="Corbel"/>
                <w:sz w:val="24"/>
                <w:szCs w:val="24"/>
              </w:rPr>
              <w:t xml:space="preserve">Prezentacja przygotowanych projektów socjalnych </w:t>
            </w:r>
          </w:p>
        </w:tc>
      </w:tr>
    </w:tbl>
    <w:p w:rsidRPr="009C54AE" w:rsidR="0085747A" w:rsidP="009C54AE" w:rsidRDefault="0085747A" w14:paraId="0F6DC95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01D16CAB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625AAE" w:rsidR="00036A80" w:rsidP="00036A80" w:rsidRDefault="00036A80" w14:paraId="5A4284B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25AAE">
        <w:rPr>
          <w:rFonts w:ascii="Corbel" w:hAnsi="Corbel"/>
          <w:b w:val="0"/>
          <w:smallCaps w:val="0"/>
          <w:szCs w:val="24"/>
        </w:rPr>
        <w:t>Analiza i interpretacja tekstów źródłowych, praca i dyskusja w grupach, przygotowanie prezentacji w grupach (dotyczącej opracowywanego projektu socjalnego), analiza wybranych problemów społecznych i możliwych sposobów ich rozwiązywania.</w:t>
      </w:r>
    </w:p>
    <w:p w:rsidR="00E960BB" w:rsidP="009C54AE" w:rsidRDefault="00E960BB" w14:paraId="44EAE50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923D7D" w:rsidP="009C54AE" w:rsidRDefault="00C61DC5" w14:paraId="02605DD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BC118E" w:rsidR="0085747A" w:rsidP="00BC118E" w:rsidRDefault="0085747A" w14:paraId="45FD9C7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C05F44" w14:paraId="5C641F1F" w14:textId="77777777">
        <w:tc>
          <w:tcPr>
            <w:tcW w:w="1985" w:type="dxa"/>
            <w:vAlign w:val="center"/>
          </w:tcPr>
          <w:p w:rsidRPr="009C54AE" w:rsidR="0085747A" w:rsidP="009C54AE" w:rsidRDefault="0071620A" w14:paraId="2D69198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3405A17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5710465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266872D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1009A0A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BC118E" w:rsidTr="00C05F44" w14:paraId="515B70E4" w14:textId="77777777">
        <w:tc>
          <w:tcPr>
            <w:tcW w:w="1985" w:type="dxa"/>
          </w:tcPr>
          <w:p w:rsidRPr="009C54AE" w:rsidR="00BC118E" w:rsidP="00BC118E" w:rsidRDefault="00BC118E" w14:paraId="080AD1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Pr="00625AAE" w:rsidR="00BC118E" w:rsidP="00BC118E" w:rsidRDefault="00BC118E" w14:paraId="2223B5D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>Przygotowanie w grupie projektu socjalnego i jego późniejsza prezentacja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obserwacja w trakcie zajęć </w:t>
            </w:r>
          </w:p>
        </w:tc>
        <w:tc>
          <w:tcPr>
            <w:tcW w:w="2126" w:type="dxa"/>
          </w:tcPr>
          <w:p w:rsidRPr="00625AAE" w:rsidR="00BC118E" w:rsidP="00BC118E" w:rsidRDefault="00BC118E" w14:paraId="4F036C3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Konwersatorium </w:t>
            </w:r>
          </w:p>
        </w:tc>
      </w:tr>
      <w:tr w:rsidRPr="009C54AE" w:rsidR="00BC118E" w:rsidTr="00C05F44" w14:paraId="69A3A650" w14:textId="77777777">
        <w:tc>
          <w:tcPr>
            <w:tcW w:w="1985" w:type="dxa"/>
          </w:tcPr>
          <w:p w:rsidRPr="009C54AE" w:rsidR="00BC118E" w:rsidP="00BC118E" w:rsidRDefault="00BC118E" w14:paraId="3C06BEC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Pr="00625AAE" w:rsidR="00BC118E" w:rsidP="00BC118E" w:rsidRDefault="00BC118E" w14:paraId="69D1E45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>Przygotowanie w grupie projektu socjalnego i jego późniejsza prezentacja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Pr="00625AAE" w:rsidR="00BC118E" w:rsidP="00BC118E" w:rsidRDefault="00BC118E" w14:paraId="34317D6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Konwersatorium </w:t>
            </w:r>
          </w:p>
        </w:tc>
      </w:tr>
      <w:tr w:rsidRPr="009C54AE" w:rsidR="00BC118E" w:rsidTr="00C05F44" w14:paraId="2601F50E" w14:textId="77777777">
        <w:tc>
          <w:tcPr>
            <w:tcW w:w="1985" w:type="dxa"/>
          </w:tcPr>
          <w:p w:rsidR="00BC118E" w:rsidP="00BC118E" w:rsidRDefault="00BC118E" w14:paraId="46302E1E" w14:textId="77777777">
            <w:pPr>
              <w:spacing w:after="0" w:line="240" w:lineRule="auto"/>
            </w:pPr>
            <w:r w:rsidRPr="00107183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5528" w:type="dxa"/>
          </w:tcPr>
          <w:p w:rsidRPr="00625AAE" w:rsidR="00BC118E" w:rsidP="00BC118E" w:rsidRDefault="00BC118E" w14:paraId="416613A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>Przygotowanie w grupie projektu socjalnego i jego późniejsza prezentacja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Pr="00625AAE" w:rsidR="00BC118E" w:rsidP="00BC118E" w:rsidRDefault="00BC118E" w14:paraId="040DF1C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Konwersatorium </w:t>
            </w:r>
          </w:p>
        </w:tc>
      </w:tr>
      <w:tr w:rsidRPr="009C54AE" w:rsidR="00BC118E" w:rsidTr="00C05F44" w14:paraId="7A4E92E5" w14:textId="77777777">
        <w:tc>
          <w:tcPr>
            <w:tcW w:w="1985" w:type="dxa"/>
          </w:tcPr>
          <w:p w:rsidR="00BC118E" w:rsidP="00BC118E" w:rsidRDefault="00BC118E" w14:paraId="3422DAAD" w14:textId="77777777">
            <w:pPr>
              <w:spacing w:after="0" w:line="240" w:lineRule="auto"/>
            </w:pPr>
            <w:r w:rsidRPr="00107183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5528" w:type="dxa"/>
          </w:tcPr>
          <w:p w:rsidRPr="00625AAE" w:rsidR="00BC118E" w:rsidP="00BC118E" w:rsidRDefault="00BC118E" w14:paraId="382BE85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>Przygotowanie w grupie projektu socjalnego i jego późniejsza prezentacja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Pr="00625AAE" w:rsidR="00BC118E" w:rsidP="00BC118E" w:rsidRDefault="00BC118E" w14:paraId="077DA5C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Konwersatorium </w:t>
            </w:r>
          </w:p>
        </w:tc>
      </w:tr>
      <w:tr w:rsidRPr="009C54AE" w:rsidR="00BC118E" w:rsidTr="00C05F44" w14:paraId="627E83B1" w14:textId="77777777">
        <w:tc>
          <w:tcPr>
            <w:tcW w:w="1985" w:type="dxa"/>
          </w:tcPr>
          <w:p w:rsidR="00BC118E" w:rsidP="00BC118E" w:rsidRDefault="00BC118E" w14:paraId="33664AD6" w14:textId="77777777">
            <w:pPr>
              <w:spacing w:after="0" w:line="240" w:lineRule="auto"/>
            </w:pPr>
            <w:r w:rsidRPr="00107183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5528" w:type="dxa"/>
          </w:tcPr>
          <w:p w:rsidRPr="00625AAE" w:rsidR="00BC118E" w:rsidP="00BC118E" w:rsidRDefault="00BC118E" w14:paraId="7651C01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>Przygotowanie w grupie projektu socjalnego i jego późniejsza prezentacja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Pr="00625AAE" w:rsidR="00BC118E" w:rsidP="00BC118E" w:rsidRDefault="00BC118E" w14:paraId="3943361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Konwersatorium </w:t>
            </w:r>
          </w:p>
        </w:tc>
      </w:tr>
      <w:tr w:rsidRPr="009C54AE" w:rsidR="00BC118E" w:rsidTr="00C05F44" w14:paraId="3DECBEBC" w14:textId="77777777">
        <w:tc>
          <w:tcPr>
            <w:tcW w:w="1985" w:type="dxa"/>
          </w:tcPr>
          <w:p w:rsidR="00BC118E" w:rsidP="00BC118E" w:rsidRDefault="00BC118E" w14:paraId="2A8F02C1" w14:textId="77777777">
            <w:pPr>
              <w:spacing w:after="0" w:line="240" w:lineRule="auto"/>
            </w:pPr>
            <w:r w:rsidRPr="00107183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5528" w:type="dxa"/>
          </w:tcPr>
          <w:p w:rsidRPr="00625AAE" w:rsidR="00BC118E" w:rsidP="00BC118E" w:rsidRDefault="00BC118E" w14:paraId="4B697DB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>Przygotowanie w grupie projektu socjalnego i jego późniejsza prezentacja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Pr="00625AAE" w:rsidR="00BC118E" w:rsidP="00BC118E" w:rsidRDefault="00BC118E" w14:paraId="290849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Konwersatorium </w:t>
            </w:r>
          </w:p>
        </w:tc>
      </w:tr>
      <w:tr w:rsidRPr="009C54AE" w:rsidR="00BC118E" w:rsidTr="00C05F44" w14:paraId="3E6C4271" w14:textId="77777777">
        <w:tc>
          <w:tcPr>
            <w:tcW w:w="1985" w:type="dxa"/>
          </w:tcPr>
          <w:p w:rsidR="00BC118E" w:rsidP="00BC118E" w:rsidRDefault="00BC118E" w14:paraId="3E5DF548" w14:textId="77777777">
            <w:pPr>
              <w:spacing w:after="0" w:line="240" w:lineRule="auto"/>
            </w:pPr>
            <w:r w:rsidRPr="00107183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5528" w:type="dxa"/>
          </w:tcPr>
          <w:p w:rsidRPr="00625AAE" w:rsidR="00BC118E" w:rsidP="00BC118E" w:rsidRDefault="00BC118E" w14:paraId="3597B3D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>Przygotowanie w grupie projektu socjalnego i jego późniejsza prezentacja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Pr="00625AAE" w:rsidR="00BC118E" w:rsidP="00BC118E" w:rsidRDefault="00BC118E" w14:paraId="17DAC2B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Konwersatorium </w:t>
            </w:r>
          </w:p>
        </w:tc>
      </w:tr>
    </w:tbl>
    <w:p w:rsidRPr="009C54AE" w:rsidR="00923D7D" w:rsidP="009C54AE" w:rsidRDefault="00923D7D" w14:paraId="5A3DB4B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23D7D" w:rsidP="00BC118E" w:rsidRDefault="003E1941" w14:paraId="0C4B2EF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3C38F3BB" w14:textId="77777777">
        <w:tc>
          <w:tcPr>
            <w:tcW w:w="9670" w:type="dxa"/>
          </w:tcPr>
          <w:p w:rsidRPr="009C54AE" w:rsidR="0085747A" w:rsidP="009C54AE" w:rsidRDefault="00BC118E" w14:paraId="3B54B88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Zaliczenie z oceną. </w:t>
            </w:r>
            <w:r w:rsidRPr="00625AAE">
              <w:rPr>
                <w:rFonts w:ascii="Corbel" w:hAnsi="Corbel"/>
                <w:b w:val="0"/>
                <w:smallCaps w:val="0"/>
                <w:szCs w:val="24"/>
              </w:rPr>
              <w:t>Ustalenie oceny zaliczeniowej na podstawie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25AAE">
              <w:rPr>
                <w:rFonts w:ascii="Corbel" w:hAnsi="Corbel"/>
                <w:b w:val="0"/>
                <w:smallCaps w:val="0"/>
                <w:szCs w:val="24"/>
              </w:rPr>
              <w:t>opracowania projektu socjalnego w grupach i jego prezentacji.</w:t>
            </w:r>
            <w:r w:rsidRPr="001526ED" w:rsidR="004D0B07">
              <w:rPr>
                <w:rFonts w:ascii="Corbel" w:hAnsi="Corbel"/>
                <w:b w:val="0"/>
                <w:smallCaps w:val="0"/>
                <w:szCs w:val="24"/>
              </w:rPr>
              <w:t xml:space="preserve"> Osoby, które wykazywały znaczną aktywność podczas zajęć mogą otrzymać podwyższenie ostatecznej oceny o 0,5 stopnia</w:t>
            </w:r>
            <w:r w:rsidR="004D0B0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Pr="009C54AE" w:rsidR="0085747A" w:rsidP="009C54AE" w:rsidRDefault="0085747A" w14:paraId="6FEB261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4D0B07" w:rsidR="0085747A" w:rsidP="004D0B07" w:rsidRDefault="0085747A" w14:paraId="2B216CC4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1A4777EB" w14:textId="77777777">
        <w:tc>
          <w:tcPr>
            <w:tcW w:w="4962" w:type="dxa"/>
            <w:vAlign w:val="center"/>
          </w:tcPr>
          <w:p w:rsidRPr="009C54AE" w:rsidR="0085747A" w:rsidP="009C54AE" w:rsidRDefault="00C61DC5" w14:paraId="3C56736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5B95BB8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570AA43F" w14:textId="77777777">
        <w:tc>
          <w:tcPr>
            <w:tcW w:w="4962" w:type="dxa"/>
          </w:tcPr>
          <w:p w:rsidRPr="009C54AE" w:rsidR="0085747A" w:rsidP="009C54AE" w:rsidRDefault="00C61DC5" w14:paraId="42D0385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036A80" w14:paraId="490EC78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00923D7D" w14:paraId="27A97097" w14:textId="77777777">
        <w:tc>
          <w:tcPr>
            <w:tcW w:w="4962" w:type="dxa"/>
          </w:tcPr>
          <w:p w:rsidRPr="009C54AE" w:rsidR="00C61DC5" w:rsidP="009C54AE" w:rsidRDefault="00C61DC5" w14:paraId="4E4BE2E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504D500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036A80" w14:paraId="4102E8C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9C54AE" w:rsidR="00C61DC5" w:rsidTr="00923D7D" w14:paraId="515EF10F" w14:textId="77777777">
        <w:tc>
          <w:tcPr>
            <w:tcW w:w="4962" w:type="dxa"/>
          </w:tcPr>
          <w:p w:rsidRPr="009C54AE" w:rsidR="00C61DC5" w:rsidP="009C54AE" w:rsidRDefault="00C61DC5" w14:paraId="2A51173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36A8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036A80" w14:paraId="03F461F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34</w:t>
            </w:r>
          </w:p>
        </w:tc>
      </w:tr>
      <w:tr w:rsidRPr="009C54AE" w:rsidR="0085747A" w:rsidTr="00923D7D" w14:paraId="54FB401E" w14:textId="77777777">
        <w:tc>
          <w:tcPr>
            <w:tcW w:w="4962" w:type="dxa"/>
          </w:tcPr>
          <w:p w:rsidRPr="009C54AE" w:rsidR="0085747A" w:rsidP="009C54AE" w:rsidRDefault="0085747A" w14:paraId="4252AC5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036A80" w14:paraId="78AB0C1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00923D7D" w14:paraId="0B323EB8" w14:textId="77777777">
        <w:tc>
          <w:tcPr>
            <w:tcW w:w="4962" w:type="dxa"/>
          </w:tcPr>
          <w:p w:rsidRPr="009C54AE" w:rsidR="0085747A" w:rsidP="009C54AE" w:rsidRDefault="0085747A" w14:paraId="45D7AB9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036A80" w14:paraId="7DDFBBB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219CD277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1842ECD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4D0B07" w:rsidRDefault="0071620A" w14:paraId="5A856E4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040EC340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4BE4F9D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036A80" w14:paraId="2A5117E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Pr="009C54AE" w:rsidR="0085747A" w:rsidTr="0071620A" w14:paraId="22500F6B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456528E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036A80" w14:paraId="54DFA1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Pr="009C54AE" w:rsidR="003E1941" w:rsidP="009C54AE" w:rsidRDefault="003E1941" w14:paraId="746C47B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675843" w:rsidP="009C54AE" w:rsidRDefault="00675843" w14:paraId="790770F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P="005F0D40" w:rsidRDefault="0085747A" w14:paraId="597F7EB7" w14:textId="41CB7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name="_GoBack" w:id="0"/>
      <w:bookmarkEnd w:id="0"/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C2365" w:rsidR="00AE6B87" w:rsidTr="003764C5" w14:paraId="549FC1E3" w14:textId="77777777">
        <w:trPr>
          <w:trHeight w:val="397"/>
        </w:trPr>
        <w:tc>
          <w:tcPr>
            <w:tcW w:w="9639" w:type="dxa"/>
          </w:tcPr>
          <w:p w:rsidR="00AE6B87" w:rsidP="003764C5" w:rsidRDefault="00AE6B87" w14:paraId="0A4A187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E6B87" w:rsidP="003764C5" w:rsidRDefault="00AE6B87" w14:paraId="5799A4E2" w14:textId="77777777">
            <w:pPr>
              <w:pStyle w:val="Punktygwne"/>
              <w:spacing w:before="0" w:after="0"/>
              <w:ind w:firstLine="35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90279">
              <w:rPr>
                <w:rFonts w:ascii="Corbel" w:hAnsi="Corbel"/>
                <w:b w:val="0"/>
                <w:smallCaps w:val="0"/>
                <w:szCs w:val="24"/>
              </w:rPr>
              <w:t>Boryczko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 Dunajska A., Marek S. (2020).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Praca socjalna w środowisku lokalnym</w:t>
            </w:r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proofErr w:type="spellStart"/>
            <w:r w:rsidRPr="00590279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59027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2C2365" w:rsidR="00AE6B87" w:rsidP="003764C5" w:rsidRDefault="00AE6B87" w14:paraId="3C576485" w14:textId="77777777">
            <w:pPr>
              <w:pStyle w:val="Punktygwne"/>
              <w:spacing w:before="0" w:after="0"/>
              <w:ind w:firstLine="35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705A">
              <w:rPr>
                <w:rFonts w:ascii="Corbel" w:hAnsi="Corbel"/>
                <w:b w:val="0"/>
                <w:smallCaps w:val="0"/>
                <w:szCs w:val="24"/>
              </w:rPr>
              <w:t xml:space="preserve">Niesporek A. 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 xml:space="preserve">(2007).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Projekt socjalny</w:t>
            </w:r>
            <w:r w:rsidRPr="00CA705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CA705A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S.</w:t>
            </w:r>
            <w:r w:rsidRPr="00CA705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>Pawlas-Czyż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(red.).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Praca socjalna wobec współczesnych problemów społecznych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Toruń: 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>Wydawnictwo Edukacyjne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>Akapit.</w:t>
            </w:r>
          </w:p>
          <w:p w:rsidR="00AE6B87" w:rsidP="003764C5" w:rsidRDefault="00AE6B87" w14:paraId="7FB803CD" w14:textId="77777777">
            <w:pPr>
              <w:pStyle w:val="Punktygwne"/>
              <w:spacing w:before="0" w:after="0"/>
              <w:ind w:firstLine="35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16BFE">
              <w:rPr>
                <w:rFonts w:ascii="Corbel" w:hAnsi="Corbel"/>
                <w:b w:val="0"/>
                <w:smallCaps w:val="0"/>
                <w:szCs w:val="24"/>
              </w:rPr>
              <w:t>Wolska-</w:t>
            </w:r>
            <w:proofErr w:type="spellStart"/>
            <w:r w:rsidRPr="00716BFE">
              <w:rPr>
                <w:rFonts w:ascii="Corbel" w:hAnsi="Corbel"/>
                <w:b w:val="0"/>
                <w:smallCaps w:val="0"/>
                <w:szCs w:val="24"/>
              </w:rPr>
              <w:t>Prylińska</w:t>
            </w:r>
            <w:proofErr w:type="spellEnd"/>
            <w:r w:rsidRPr="00716BFE">
              <w:rPr>
                <w:rFonts w:ascii="Corbel" w:hAnsi="Corbel"/>
                <w:b w:val="0"/>
                <w:smallCaps w:val="0"/>
                <w:szCs w:val="24"/>
              </w:rPr>
              <w:t xml:space="preserve"> D. (2010).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Projekt socjalny w kształceniu i działaniu społecznym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Katowice: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Wydawnictwo Naukowe 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>Śląsk.</w:t>
            </w:r>
          </w:p>
          <w:p w:rsidRPr="002C2365" w:rsidR="00AE6B87" w:rsidP="003764C5" w:rsidRDefault="00AE6B87" w14:paraId="5176C63C" w14:textId="77777777">
            <w:pPr>
              <w:pStyle w:val="Punktygwne"/>
              <w:spacing w:before="0" w:after="0"/>
              <w:ind w:firstLine="35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Wronowski G. (2008).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Jak skutecznie napisać projekt socjalny?: nowa edycja środków z EFS na lata 2007-2013: poradnik dla potencjalnych projektodawców Europejskiego Funduszu Społecznego.</w:t>
            </w:r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Wydawnictwo </w:t>
            </w:r>
            <w:proofErr w:type="spellStart"/>
            <w:r w:rsidRPr="00590279">
              <w:rPr>
                <w:rFonts w:ascii="Corbel" w:hAnsi="Corbel"/>
                <w:b w:val="0"/>
                <w:smallCaps w:val="0"/>
                <w:szCs w:val="24"/>
              </w:rPr>
              <w:t>Verlag</w:t>
            </w:r>
            <w:proofErr w:type="spellEnd"/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590279">
              <w:rPr>
                <w:rFonts w:ascii="Corbel" w:hAnsi="Corbel"/>
                <w:b w:val="0"/>
                <w:smallCaps w:val="0"/>
                <w:szCs w:val="24"/>
              </w:rPr>
              <w:t>Dashofer</w:t>
            </w:r>
            <w:proofErr w:type="spellEnd"/>
            <w:r w:rsidRPr="0059027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3F5F4D" w:rsidR="00AE6B87" w:rsidTr="003764C5" w14:paraId="01BF2D54" w14:textId="77777777">
        <w:trPr>
          <w:trHeight w:val="1070"/>
        </w:trPr>
        <w:tc>
          <w:tcPr>
            <w:tcW w:w="9639" w:type="dxa"/>
          </w:tcPr>
          <w:p w:rsidR="00AE6B87" w:rsidP="003764C5" w:rsidRDefault="00AE6B87" w14:paraId="0FDE165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AA33F6" w:rsidR="00AE6B87" w:rsidP="003764C5" w:rsidRDefault="00AE6B87" w14:paraId="560C6252" w14:textId="77777777">
            <w:pPr>
              <w:pStyle w:val="Punktygwne"/>
              <w:spacing w:before="0" w:after="0"/>
              <w:ind w:firstLine="2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90279">
              <w:rPr>
                <w:rFonts w:ascii="Corbel" w:hAnsi="Corbel"/>
                <w:b w:val="0"/>
                <w:smallCaps w:val="0"/>
                <w:szCs w:val="24"/>
              </w:rPr>
              <w:t>Brzezińska A. I., Wojciechowska J.,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Ziółkowska B. (2010).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Diagnoza jako podstawa budowania projektów zmiany sytuacji osób z ograniczoną sprawnością</w:t>
            </w:r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AA33F6">
              <w:rPr>
                <w:rFonts w:ascii="Corbel" w:hAnsi="Corbel"/>
                <w:b w:val="0"/>
                <w:smallCaps w:val="0"/>
                <w:szCs w:val="24"/>
              </w:rPr>
              <w:t>Polityka Społeczna 1. https://www.researchgate.net/publication/281347030_Brzezinska_A_I_Wojciechowska_J_Ziolkowska_B_2010_Diagnoza_jako_podstawa_budowania_projektow_zmiany_sytuacji_osob_z_ograniczeniami_sprawnosci_Numer_Polityka_Spoleczna_-_numer_monograficzny_pt_Diagnoza_</w:t>
            </w:r>
          </w:p>
          <w:p w:rsidRPr="003F5F4D" w:rsidR="00AE6B87" w:rsidP="003764C5" w:rsidRDefault="00AE6B87" w14:paraId="3424C5A5" w14:textId="77777777">
            <w:pPr>
              <w:pStyle w:val="Punktygwne"/>
              <w:spacing w:before="0" w:after="0"/>
              <w:ind w:firstLine="2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64D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de </w:t>
            </w:r>
            <w:proofErr w:type="spellStart"/>
            <w:r w:rsidRPr="00B164D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Robertis</w:t>
            </w:r>
            <w:proofErr w:type="spellEnd"/>
            <w:r w:rsidRPr="00B164D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C., Blanc B., </w:t>
            </w:r>
            <w:proofErr w:type="spellStart"/>
            <w:r w:rsidRPr="00B164D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Lesimple</w:t>
            </w:r>
            <w:proofErr w:type="spellEnd"/>
            <w:r w:rsidRPr="00B164D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F., Pascal H. (199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8</w:t>
            </w:r>
            <w:r w:rsidRPr="00AA33F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)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 xml:space="preserve">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Metodyka działania w pracy socjalnej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Katowice: Śląsk.</w:t>
            </w:r>
          </w:p>
        </w:tc>
      </w:tr>
    </w:tbl>
    <w:p w:rsidRPr="009C54AE" w:rsidR="00AE6B87" w:rsidP="005F0D40" w:rsidRDefault="00AE6B87" w14:paraId="355C52E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0B2D1730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footerReference w:type="default" r:id="rId8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D89" w:rsidP="00C16ABF" w:rsidRDefault="00976D89" w14:paraId="44DE690C" w14:textId="77777777">
      <w:pPr>
        <w:spacing w:after="0" w:line="240" w:lineRule="auto"/>
      </w:pPr>
      <w:r>
        <w:separator/>
      </w:r>
    </w:p>
  </w:endnote>
  <w:endnote w:type="continuationSeparator" w:id="0">
    <w:p w:rsidR="00976D89" w:rsidP="00C16ABF" w:rsidRDefault="00976D89" w14:paraId="3AE241A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746672"/>
      <w:docPartObj>
        <w:docPartGallery w:val="Page Numbers (Bottom of Page)"/>
        <w:docPartUnique/>
      </w:docPartObj>
    </w:sdtPr>
    <w:sdtEndPr/>
    <w:sdtContent>
      <w:p w:rsidR="00BC118E" w:rsidRDefault="00DA2A20" w14:paraId="157FAD95" w14:textId="3ED24E44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6B8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C118E" w:rsidRDefault="00BC118E" w14:paraId="5E32F895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D89" w:rsidP="00C16ABF" w:rsidRDefault="00976D89" w14:paraId="0217BC87" w14:textId="77777777">
      <w:pPr>
        <w:spacing w:after="0" w:line="240" w:lineRule="auto"/>
      </w:pPr>
      <w:r>
        <w:separator/>
      </w:r>
    </w:p>
  </w:footnote>
  <w:footnote w:type="continuationSeparator" w:id="0">
    <w:p w:rsidR="00976D89" w:rsidP="00C16ABF" w:rsidRDefault="00976D89" w14:paraId="4A18B820" w14:textId="77777777">
      <w:pPr>
        <w:spacing w:after="0" w:line="240" w:lineRule="auto"/>
      </w:pPr>
      <w:r>
        <w:continuationSeparator/>
      </w:r>
    </w:p>
  </w:footnote>
  <w:footnote w:id="1">
    <w:p w:rsidR="00BC118E" w:rsidRDefault="00BC118E" w14:paraId="6FC9F783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BC145B"/>
    <w:multiLevelType w:val="hybridMultilevel"/>
    <w:tmpl w:val="82F0A6EC"/>
    <w:lvl w:ilvl="0" w:tplc="04150005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2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1978"/>
    <w:rsid w:val="000048FD"/>
    <w:rsid w:val="000077B4"/>
    <w:rsid w:val="00015B8F"/>
    <w:rsid w:val="00022ECE"/>
    <w:rsid w:val="00024675"/>
    <w:rsid w:val="00025E77"/>
    <w:rsid w:val="00036A80"/>
    <w:rsid w:val="00042A51"/>
    <w:rsid w:val="00042D2E"/>
    <w:rsid w:val="00044C82"/>
    <w:rsid w:val="00045B8E"/>
    <w:rsid w:val="0005100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0C0D"/>
    <w:rsid w:val="000F1C57"/>
    <w:rsid w:val="000F5615"/>
    <w:rsid w:val="00101188"/>
    <w:rsid w:val="00103F5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1D0C"/>
    <w:rsid w:val="001737CF"/>
    <w:rsid w:val="00176083"/>
    <w:rsid w:val="00192F37"/>
    <w:rsid w:val="001A70D2"/>
    <w:rsid w:val="001D657B"/>
    <w:rsid w:val="001D7B54"/>
    <w:rsid w:val="001E0209"/>
    <w:rsid w:val="001F2CA2"/>
    <w:rsid w:val="0020760A"/>
    <w:rsid w:val="002144C0"/>
    <w:rsid w:val="0022477D"/>
    <w:rsid w:val="002278A9"/>
    <w:rsid w:val="002336F9"/>
    <w:rsid w:val="0024028F"/>
    <w:rsid w:val="00244ABC"/>
    <w:rsid w:val="0027574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127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16C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B07"/>
    <w:rsid w:val="004D5282"/>
    <w:rsid w:val="004E1430"/>
    <w:rsid w:val="004F1551"/>
    <w:rsid w:val="004F55A3"/>
    <w:rsid w:val="0050496F"/>
    <w:rsid w:val="00513B6F"/>
    <w:rsid w:val="00517C63"/>
    <w:rsid w:val="005363C4"/>
    <w:rsid w:val="00536BDE"/>
    <w:rsid w:val="00543ACC"/>
    <w:rsid w:val="005449FC"/>
    <w:rsid w:val="0056696D"/>
    <w:rsid w:val="005809D3"/>
    <w:rsid w:val="00593067"/>
    <w:rsid w:val="00594089"/>
    <w:rsid w:val="0059484D"/>
    <w:rsid w:val="005A0855"/>
    <w:rsid w:val="005A3196"/>
    <w:rsid w:val="005C080F"/>
    <w:rsid w:val="005C55E5"/>
    <w:rsid w:val="005C696A"/>
    <w:rsid w:val="005D6DBE"/>
    <w:rsid w:val="005E6E85"/>
    <w:rsid w:val="005F0D40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9E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141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72E"/>
    <w:rsid w:val="0081554D"/>
    <w:rsid w:val="0081707E"/>
    <w:rsid w:val="008305FF"/>
    <w:rsid w:val="00844647"/>
    <w:rsid w:val="008449B3"/>
    <w:rsid w:val="008552A2"/>
    <w:rsid w:val="0085747A"/>
    <w:rsid w:val="008749F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9A9"/>
    <w:rsid w:val="008F6E29"/>
    <w:rsid w:val="00916188"/>
    <w:rsid w:val="00923D7D"/>
    <w:rsid w:val="009464C0"/>
    <w:rsid w:val="00947BAD"/>
    <w:rsid w:val="009508DF"/>
    <w:rsid w:val="00950DAC"/>
    <w:rsid w:val="00954A07"/>
    <w:rsid w:val="00976D89"/>
    <w:rsid w:val="00997F14"/>
    <w:rsid w:val="009A78D9"/>
    <w:rsid w:val="009C3E31"/>
    <w:rsid w:val="009C54AE"/>
    <w:rsid w:val="009C788E"/>
    <w:rsid w:val="009D3F3B"/>
    <w:rsid w:val="009E0543"/>
    <w:rsid w:val="009E3B41"/>
    <w:rsid w:val="009F20FB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2E55"/>
    <w:rsid w:val="00A53FA5"/>
    <w:rsid w:val="00A54817"/>
    <w:rsid w:val="00A601C8"/>
    <w:rsid w:val="00A60799"/>
    <w:rsid w:val="00A84C85"/>
    <w:rsid w:val="00A908F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B87"/>
    <w:rsid w:val="00AF0123"/>
    <w:rsid w:val="00AF2C1E"/>
    <w:rsid w:val="00B06142"/>
    <w:rsid w:val="00B07588"/>
    <w:rsid w:val="00B135B1"/>
    <w:rsid w:val="00B2005E"/>
    <w:rsid w:val="00B3130B"/>
    <w:rsid w:val="00B40ADB"/>
    <w:rsid w:val="00B43B77"/>
    <w:rsid w:val="00B43E80"/>
    <w:rsid w:val="00B4519E"/>
    <w:rsid w:val="00B607DB"/>
    <w:rsid w:val="00B625CC"/>
    <w:rsid w:val="00B66529"/>
    <w:rsid w:val="00B758C8"/>
    <w:rsid w:val="00B75946"/>
    <w:rsid w:val="00B8056E"/>
    <w:rsid w:val="00B819C8"/>
    <w:rsid w:val="00B82308"/>
    <w:rsid w:val="00B90885"/>
    <w:rsid w:val="00BB520A"/>
    <w:rsid w:val="00BC118E"/>
    <w:rsid w:val="00BC620C"/>
    <w:rsid w:val="00BD3869"/>
    <w:rsid w:val="00BD66E9"/>
    <w:rsid w:val="00BD6FF4"/>
    <w:rsid w:val="00BE40D6"/>
    <w:rsid w:val="00BE6783"/>
    <w:rsid w:val="00BF2C41"/>
    <w:rsid w:val="00C058B4"/>
    <w:rsid w:val="00C05F44"/>
    <w:rsid w:val="00C131B5"/>
    <w:rsid w:val="00C16ABF"/>
    <w:rsid w:val="00C170AE"/>
    <w:rsid w:val="00C26CB7"/>
    <w:rsid w:val="00C276B0"/>
    <w:rsid w:val="00C324C1"/>
    <w:rsid w:val="00C36992"/>
    <w:rsid w:val="00C52801"/>
    <w:rsid w:val="00C56036"/>
    <w:rsid w:val="00C61DC5"/>
    <w:rsid w:val="00C679D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A20"/>
    <w:rsid w:val="00DE09C0"/>
    <w:rsid w:val="00DE4A14"/>
    <w:rsid w:val="00DF320D"/>
    <w:rsid w:val="00DF71C8"/>
    <w:rsid w:val="00E03485"/>
    <w:rsid w:val="00E129B8"/>
    <w:rsid w:val="00E21E7D"/>
    <w:rsid w:val="00E22FBC"/>
    <w:rsid w:val="00E24BF5"/>
    <w:rsid w:val="00E25338"/>
    <w:rsid w:val="00E51E44"/>
    <w:rsid w:val="00E5697F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778E"/>
    <w:rsid w:val="00FB7DBA"/>
    <w:rsid w:val="00FC1C25"/>
    <w:rsid w:val="00FC3F45"/>
    <w:rsid w:val="00FD503F"/>
    <w:rsid w:val="00FD7589"/>
    <w:rsid w:val="00FF016A"/>
    <w:rsid w:val="00FF1401"/>
    <w:rsid w:val="00FF5E7D"/>
    <w:rsid w:val="6EFF1859"/>
    <w:rsid w:val="788F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2F8AE"/>
  <w15:docId w15:val="{B207953C-53D2-4E19-816E-DF3F1D0E88F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045B8E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49A9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8F49A9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F49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2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glossaryDocument" Target="/word/glossary/document.xml" Id="R12eba5f5bd9d4ae5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521c9e-fa76-4f01-9eed-343077c011e2}"/>
      </w:docPartPr>
      <w:docPartBody>
        <w:p w14:paraId="4AA21454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C8E91B-3594-4EB7-8F9D-2A6C66ADF8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22421D-7BB3-4AB2-BA01-3E5298B8056D}"/>
</file>

<file path=customXml/itemProps3.xml><?xml version="1.0" encoding="utf-8"?>
<ds:datastoreItem xmlns:ds="http://schemas.openxmlformats.org/officeDocument/2006/customXml" ds:itemID="{713BC8AF-1290-4C61-8D39-4BE4FAA4161B}"/>
</file>

<file path=customXml/itemProps4.xml><?xml version="1.0" encoding="utf-8"?>
<ds:datastoreItem xmlns:ds="http://schemas.openxmlformats.org/officeDocument/2006/customXml" ds:itemID="{A3F3AD9E-2D24-4645-960B-10175E4524D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Wilk Sławomir</lastModifiedBy>
  <revision>4</revision>
  <lastPrinted>2019-02-06T12:12:00.0000000Z</lastPrinted>
  <dcterms:created xsi:type="dcterms:W3CDTF">2021-09-30T21:27:00.0000000Z</dcterms:created>
  <dcterms:modified xsi:type="dcterms:W3CDTF">2021-10-06T08:22:24.1343864Z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